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FD8" w:rsidRPr="00CE0243" w:rsidRDefault="00300FD8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10: </w:t>
      </w:r>
      <w:r w:rsidRPr="00F96209">
        <w:rPr>
          <w:rFonts w:ascii="Segoe UI Light" w:hAnsi="Segoe UI Light" w:cs="Segoe UI Light"/>
          <w:sz w:val="36"/>
        </w:rPr>
        <w:t>Compound words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72E1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72E1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F72E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F72E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72E1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F72E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F72E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F72E1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F72E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F72E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outside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sometimes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without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birthday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something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some</w:t>
            </w:r>
            <w:bookmarkStart w:id="0" w:name="_GoBack"/>
            <w:bookmarkEnd w:id="0"/>
            <w:r w:rsidRPr="00FF72E1">
              <w:rPr>
                <w:rFonts w:ascii="Segoe UI Light" w:hAnsi="Segoe UI Light" w:cs="Segoe UI Light"/>
                <w:sz w:val="36"/>
                <w:szCs w:val="36"/>
              </w:rPr>
              <w:t>one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somewhere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somehow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cupboard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blackboard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beforehand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00FD8" w:rsidRPr="00FF72E1" w:rsidTr="00FF72E1">
        <w:tc>
          <w:tcPr>
            <w:tcW w:w="2694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F72E1">
              <w:rPr>
                <w:rFonts w:ascii="Segoe UI Light" w:hAnsi="Segoe UI Light" w:cs="Segoe UI Light"/>
                <w:sz w:val="36"/>
                <w:szCs w:val="36"/>
              </w:rPr>
              <w:t>another</w:t>
            </w:r>
          </w:p>
        </w:tc>
        <w:tc>
          <w:tcPr>
            <w:tcW w:w="2703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00FD8" w:rsidRPr="00FF72E1" w:rsidRDefault="00300FD8" w:rsidP="00FF72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300FD8" w:rsidRPr="00F07B5A" w:rsidRDefault="00300FD8">
      <w:pPr>
        <w:rPr>
          <w:rFonts w:ascii="Segoe UI Light" w:hAnsi="Segoe UI Light" w:cs="Segoe UI Light"/>
          <w:sz w:val="36"/>
          <w:szCs w:val="36"/>
        </w:rPr>
      </w:pPr>
    </w:p>
    <w:sectPr w:rsidR="00300FD8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0FD8" w:rsidRDefault="00300FD8">
      <w:r>
        <w:separator/>
      </w:r>
    </w:p>
  </w:endnote>
  <w:endnote w:type="continuationSeparator" w:id="0">
    <w:p w:rsidR="00300FD8" w:rsidRDefault="00300F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FD8" w:rsidRDefault="00300FD8" w:rsidP="00FE4B46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300FD8" w:rsidRDefault="00300F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0FD8" w:rsidRDefault="00300FD8">
      <w:r>
        <w:separator/>
      </w:r>
    </w:p>
  </w:footnote>
  <w:footnote w:type="continuationSeparator" w:id="0">
    <w:p w:rsidR="00300FD8" w:rsidRDefault="00300FD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709DC"/>
    <w:rsid w:val="002913D2"/>
    <w:rsid w:val="002F2831"/>
    <w:rsid w:val="00300FD8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170B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47105"/>
    <w:rsid w:val="007606DF"/>
    <w:rsid w:val="00760AE0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F44BD"/>
    <w:rsid w:val="00EF6473"/>
    <w:rsid w:val="00F07B5A"/>
    <w:rsid w:val="00F2332B"/>
    <w:rsid w:val="00F5777D"/>
    <w:rsid w:val="00F74158"/>
    <w:rsid w:val="00F96209"/>
    <w:rsid w:val="00FE4B46"/>
    <w:rsid w:val="00FF0748"/>
    <w:rsid w:val="00FF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E4B4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2F48"/>
    <w:rPr>
      <w:lang w:eastAsia="en-US"/>
    </w:rPr>
  </w:style>
  <w:style w:type="paragraph" w:styleId="Footer">
    <w:name w:val="footer"/>
    <w:basedOn w:val="Normal"/>
    <w:link w:val="FooterChar"/>
    <w:uiPriority w:val="99"/>
    <w:rsid w:val="00FE4B4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E4B46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97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</Words>
  <Characters>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2013-12-08T13:37:00Z</dcterms:created>
  <dcterms:modified xsi:type="dcterms:W3CDTF">2014-07-09T15:52:00Z</dcterms:modified>
</cp:coreProperties>
</file>